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345D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136F">
              <w:rPr>
                <w:rFonts w:ascii="Times New Roman" w:hAnsi="Times New Roman" w:cs="Times New Roman"/>
                <w:sz w:val="24"/>
                <w:szCs w:val="24"/>
              </w:rPr>
              <w:t xml:space="preserve"> and 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487B3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Masking Tape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2787F" w:rsidRDefault="0072787F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7B3D" w:rsidRDefault="00487B3D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  <w:p w:rsidR="00C130AD" w:rsidRPr="008C13D7" w:rsidRDefault="00C130AD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Decompose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22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2A87">
              <w:rPr>
                <w:rFonts w:ascii="Times New Roman" w:hAnsi="Times New Roman" w:cs="Times New Roman"/>
                <w:b/>
                <w:sz w:val="24"/>
                <w:szCs w:val="24"/>
              </w:rPr>
              <w:t>Journal: What does it mean to borrow or regroup?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3A4C33" w:rsidRDefault="003A4C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*These are challenging lessons that will require 2 days.  Students will need a lot of practice with these strategies.  There will need a lot of collaboration so students will help one another.</w:t>
            </w:r>
          </w:p>
          <w:p w:rsidR="003A4C33" w:rsidRDefault="003A4C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Default="00C130A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 w:rsidR="003A4C33">
              <w:rPr>
                <w:rFonts w:ascii="Times New Roman" w:hAnsi="Times New Roman" w:cs="Times New Roman"/>
                <w:b/>
                <w:sz w:val="24"/>
                <w:szCs w:val="24"/>
              </w:rPr>
              <w:t>explains that there is</w:t>
            </w:r>
            <w:r w:rsidR="00D22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more than 1 way to subtract with regrouping.  We can use models, pictures, the standard algorithm, 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borrowing first, or a number line.  </w:t>
            </w:r>
            <w:r w:rsidR="008F2468" w:rsidRPr="003A4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explains that today students will learn how to borrow first or make a number line.  </w:t>
            </w:r>
            <w:r w:rsidR="008F2468" w:rsidRPr="003A4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8F2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guides students through the following methods:</w:t>
            </w:r>
          </w:p>
          <w:p w:rsidR="008F2468" w:rsidRDefault="008F2468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2EE" w:rsidRDefault="002142EE" w:rsidP="0025136F">
            <w:pPr>
              <w:tabs>
                <w:tab w:val="left" w:pos="175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Borrow First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Number Line</w:t>
            </w:r>
          </w:p>
          <w:p w:rsidR="002142EE" w:rsidRDefault="002142EE" w:rsidP="002142EE">
            <w:pPr>
              <w:tabs>
                <w:tab w:val="left" w:pos="12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  <w:r w:rsidR="003A4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16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2142EE" w:rsidRPr="002142EE" w:rsidRDefault="002142EE" w:rsidP="00D22A8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652ABB" wp14:editId="3E2512F0">
                      <wp:simplePos x="0" y="0"/>
                      <wp:positionH relativeFrom="column">
                        <wp:posOffset>-16746</wp:posOffset>
                      </wp:positionH>
                      <wp:positionV relativeFrom="paragraph">
                        <wp:posOffset>83776</wp:posOffset>
                      </wp:positionV>
                      <wp:extent cx="680483" cy="0"/>
                      <wp:effectExtent l="0" t="0" r="2476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04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6.6pt" to="52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" strokecolor="#4a7ebb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3   7    6           </w:t>
            </w:r>
            <w:r w:rsidR="00251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376      276 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206     186    179</w:t>
            </w:r>
          </w:p>
          <w:p w:rsidR="008F2468" w:rsidRDefault="0025136F" w:rsidP="0025136F">
            <w:pPr>
              <w:tabs>
                <w:tab w:val="left" w:pos="59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1120936</wp:posOffset>
                      </wp:positionH>
                      <wp:positionV relativeFrom="paragraph">
                        <wp:posOffset>46606</wp:posOffset>
                      </wp:positionV>
                      <wp:extent cx="2668773" cy="0"/>
                      <wp:effectExtent l="0" t="0" r="1778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87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25pt,3.65pt" to="298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" strokecolor="#4579b8 [3044]"/>
                  </w:pict>
                </mc:Fallback>
              </mc:AlternateContent>
            </w:r>
            <w:r w:rsidR="00214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142EE" w:rsidRPr="002513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1   9    7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2468" w:rsidRDefault="0025136F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   7    9                   -100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-70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-20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</w:p>
          <w:p w:rsidR="008F2468" w:rsidRDefault="008F2468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C33" w:rsidRDefault="003A4C33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the problem on the board. Have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 OUT regrouping first by putting a student with a 3, a 7, and a 6 in front of the room.  Have the class discuss wheth</w:t>
            </w:r>
            <w:r w:rsidR="00447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 the numbers in the ones, tens, and hundreds place need to be regrouped. 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 a discussion on how to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regroup </w:t>
            </w:r>
            <w:r w:rsidR="00487B3D">
              <w:rPr>
                <w:rFonts w:ascii="Times New Roman" w:hAnsi="Times New Roman" w:cs="Times New Roman"/>
                <w:b/>
                <w:sz w:val="24"/>
                <w:szCs w:val="24"/>
              </w:rPr>
              <w:t>each place value.  Then apply to pencil and paper.</w:t>
            </w:r>
          </w:p>
          <w:p w:rsidR="00487B3D" w:rsidRDefault="00487B3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622D" w:rsidRDefault="00487B3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 the number line, make a line acro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ss the floor with tape.  Give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</w:t>
            </w:r>
            <w:r w:rsidR="00BB622D"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 card that says 376.  Remind </w:t>
            </w:r>
            <w:r w:rsidRPr="00BB62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that they can decompose 197 to subtract.  Ask, “What could we subtract first?”  Students do a think-pair-share.  Accept all reasonable answers,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allow students to act out decomposing on the number line.  Record on board as students are acting out problem.  </w:t>
            </w:r>
          </w:p>
          <w:p w:rsidR="00BB622D" w:rsidRDefault="00BB622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622D" w:rsidRDefault="00BB622D" w:rsidP="00D22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Students work out several problems using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this procedures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a partner in small groups, describing the steps and the reason for the steps.</w:t>
            </w:r>
          </w:p>
          <w:p w:rsidR="008F2468" w:rsidRPr="00BB622D" w:rsidRDefault="00BB622D" w:rsidP="00BB62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 12 – Task 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Math Journal:  Solve a problem using both strategies in math journal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Quiz on subtraction.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35D78" w:rsidRPr="00CE7680" w:rsidRDefault="00BB622D" w:rsidP="00BB6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digit numbers</w:t>
            </w:r>
          </w:p>
        </w:tc>
        <w:tc>
          <w:tcPr>
            <w:tcW w:w="3672" w:type="dxa"/>
            <w:gridSpan w:val="3"/>
          </w:tcPr>
          <w:p w:rsidR="00E30904" w:rsidRPr="00CE7680" w:rsidRDefault="00BB622D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digit numbers</w:t>
            </w:r>
          </w:p>
        </w:tc>
        <w:tc>
          <w:tcPr>
            <w:tcW w:w="3672" w:type="dxa"/>
          </w:tcPr>
          <w:p w:rsidR="00136CB3" w:rsidRPr="00CE7680" w:rsidRDefault="00BB62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Sentence Frames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BB622D" w:rsidRPr="00CE7680" w:rsidRDefault="008C13D7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B622D">
              <w:rPr>
                <w:rFonts w:ascii="Times New Roman" w:hAnsi="Times New Roman" w:cs="Times New Roman"/>
                <w:b/>
                <w:sz w:val="24"/>
                <w:szCs w:val="24"/>
              </w:rPr>
              <w:t>Quiz</w:t>
            </w:r>
            <w:bookmarkStart w:id="0" w:name="_GoBack"/>
            <w:bookmarkEnd w:id="0"/>
          </w:p>
          <w:p w:rsidR="008C13D7" w:rsidRPr="00CE7680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C438E"/>
    <w:multiLevelType w:val="hybridMultilevel"/>
    <w:tmpl w:val="8CA2A73A"/>
    <w:lvl w:ilvl="0" w:tplc="48FA35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2142EE"/>
    <w:rsid w:val="00224A5F"/>
    <w:rsid w:val="0025136F"/>
    <w:rsid w:val="00274ACD"/>
    <w:rsid w:val="0028190D"/>
    <w:rsid w:val="0033680C"/>
    <w:rsid w:val="00345DC2"/>
    <w:rsid w:val="003A4C33"/>
    <w:rsid w:val="003D7D31"/>
    <w:rsid w:val="00413321"/>
    <w:rsid w:val="00447202"/>
    <w:rsid w:val="00487B3D"/>
    <w:rsid w:val="004B658C"/>
    <w:rsid w:val="0051657B"/>
    <w:rsid w:val="005273AD"/>
    <w:rsid w:val="00570FB8"/>
    <w:rsid w:val="005C4CBE"/>
    <w:rsid w:val="005F72FA"/>
    <w:rsid w:val="00643719"/>
    <w:rsid w:val="00652148"/>
    <w:rsid w:val="006A0ACD"/>
    <w:rsid w:val="00710DF8"/>
    <w:rsid w:val="0072787F"/>
    <w:rsid w:val="00770384"/>
    <w:rsid w:val="007B401D"/>
    <w:rsid w:val="008C13D7"/>
    <w:rsid w:val="008F2468"/>
    <w:rsid w:val="009A1589"/>
    <w:rsid w:val="009A4A38"/>
    <w:rsid w:val="009B085C"/>
    <w:rsid w:val="00A154C1"/>
    <w:rsid w:val="00A35523"/>
    <w:rsid w:val="00A35D78"/>
    <w:rsid w:val="00A67FA5"/>
    <w:rsid w:val="00A8689F"/>
    <w:rsid w:val="00AB10A6"/>
    <w:rsid w:val="00AB4A32"/>
    <w:rsid w:val="00B51CA8"/>
    <w:rsid w:val="00B82ADE"/>
    <w:rsid w:val="00BB622D"/>
    <w:rsid w:val="00BF577B"/>
    <w:rsid w:val="00C130AD"/>
    <w:rsid w:val="00C236E2"/>
    <w:rsid w:val="00C92D93"/>
    <w:rsid w:val="00CB2DBC"/>
    <w:rsid w:val="00CB595F"/>
    <w:rsid w:val="00CD5617"/>
    <w:rsid w:val="00CE7680"/>
    <w:rsid w:val="00D12289"/>
    <w:rsid w:val="00D22A87"/>
    <w:rsid w:val="00D53118"/>
    <w:rsid w:val="00D7779B"/>
    <w:rsid w:val="00D85633"/>
    <w:rsid w:val="00E30904"/>
    <w:rsid w:val="00E5212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BB0C04-947F-43E2-889E-54C39B98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68889EC0.dotm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Teacher</cp:lastModifiedBy>
  <cp:revision>2</cp:revision>
  <dcterms:created xsi:type="dcterms:W3CDTF">2012-07-18T17:00:00Z</dcterms:created>
  <dcterms:modified xsi:type="dcterms:W3CDTF">2012-07-18T17:00:00Z</dcterms:modified>
</cp:coreProperties>
</file>